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0D67D1AA" w:rsidR="00A31EEB" w:rsidRDefault="000D293C">
      <w:pPr>
        <w:pStyle w:val="Title"/>
        <w:jc w:val="right"/>
      </w:pPr>
      <w:fldSimple w:instr="title  \* Mergeformat ">
        <w:r w:rsidR="00CA0558">
          <w:t>Use Ca</w:t>
        </w:r>
        <w:r w:rsidR="00210C48">
          <w:t xml:space="preserve">se Specification: Create </w:t>
        </w:r>
        <w:r w:rsidR="00FC46C2">
          <w:t>Lower</w:t>
        </w:r>
        <w:r w:rsidR="00210C48">
          <w:t xml:space="preserve"> Division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406BFF33" w:rsidR="00A31EEB" w:rsidRDefault="00FC46C2">
            <w:pPr>
              <w:pStyle w:val="Tabletext"/>
            </w:pPr>
            <w:r>
              <w:t>Use Case: Create Lower</w:t>
            </w:r>
            <w:r w:rsidR="00940074">
              <w:t xml:space="preserve"> Division 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2576492F"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FC46C2">
        <w:rPr>
          <w:noProof/>
          <w:szCs w:val="24"/>
        </w:rPr>
        <w:t>Create Lower Divison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7E33C8D1"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FC46C2">
          <w:t>Create Lower</w:t>
        </w:r>
        <w:r w:rsidR="00D05E4C" w:rsidRPr="003A529D">
          <w:t xml:space="preserve"> Division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14946D68" w:rsidR="00A31EEB" w:rsidRPr="003A529D" w:rsidRDefault="00FC46C2">
      <w:pPr>
        <w:pStyle w:val="Heading1"/>
      </w:pPr>
      <w:bookmarkStart w:id="2" w:name="_Toc423410238"/>
      <w:bookmarkStart w:id="3" w:name="_Toc425054504"/>
      <w:r>
        <w:t>Create Lower</w:t>
      </w:r>
      <w:r w:rsidR="00757329">
        <w:t xml:space="preserve"> Division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169F21A3" w:rsidR="00A31EEB" w:rsidRPr="003A529D" w:rsidRDefault="00FC46C2" w:rsidP="003A529D">
      <w:pPr>
        <w:pStyle w:val="InfoBlue"/>
        <w:rPr>
          <w:color w:val="auto"/>
        </w:rPr>
      </w:pPr>
      <w:r>
        <w:rPr>
          <w:color w:val="auto"/>
        </w:rPr>
        <w:t>Create Lower</w:t>
      </w:r>
      <w:r w:rsidR="00372FB7" w:rsidRPr="003A529D">
        <w:rPr>
          <w:color w:val="auto"/>
        </w:rPr>
        <w:t xml:space="preserve"> Division Student will create a student in the database</w:t>
      </w:r>
      <w:bookmarkStart w:id="5" w:name="_GoBack"/>
      <w:r w:rsidR="00372FB7" w:rsidRPr="003A529D">
        <w:rPr>
          <w:color w:val="auto"/>
        </w:rPr>
        <w:t>.</w:t>
      </w:r>
      <w:bookmarkEnd w:id="5"/>
    </w:p>
    <w:p w14:paraId="09DB61E2" w14:textId="77777777" w:rsidR="00A31EEB" w:rsidRPr="003A529D" w:rsidRDefault="00AE19B8">
      <w:pPr>
        <w:pStyle w:val="Heading1"/>
        <w:widowControl/>
      </w:pPr>
      <w:bookmarkStart w:id="6" w:name="_Toc423410239"/>
      <w:bookmarkStart w:id="7" w:name="_Toc425054505"/>
      <w:bookmarkStart w:id="8" w:name="_Toc494515306"/>
      <w:r w:rsidRPr="003A529D">
        <w:t>Flow of Events</w:t>
      </w:r>
      <w:bookmarkEnd w:id="6"/>
      <w:bookmarkEnd w:id="7"/>
      <w:bookmarkEnd w:id="8"/>
    </w:p>
    <w:p w14:paraId="4046CE47" w14:textId="77777777" w:rsidR="00A31EEB" w:rsidRPr="003A529D" w:rsidRDefault="00AE19B8">
      <w:pPr>
        <w:pStyle w:val="Heading2"/>
        <w:widowControl/>
      </w:pPr>
      <w:bookmarkStart w:id="9" w:name="_Toc423410240"/>
      <w:bookmarkStart w:id="10" w:name="_Toc425054506"/>
      <w:bookmarkStart w:id="11" w:name="_Toc494515307"/>
      <w:r w:rsidRPr="003A529D">
        <w:t>Basic Flow</w:t>
      </w:r>
      <w:bookmarkEnd w:id="9"/>
      <w:bookmarkEnd w:id="10"/>
      <w:bookmarkEnd w:id="11"/>
      <w:r w:rsidRPr="003A529D">
        <w:t xml:space="preserve"> </w:t>
      </w:r>
    </w:p>
    <w:p w14:paraId="776455F4" w14:textId="57FF7D7B"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inputting lower</w:t>
      </w:r>
      <w:r w:rsidRPr="003A529D">
        <w:rPr>
          <w:i w:val="0"/>
          <w:color w:val="auto"/>
        </w:rPr>
        <w:t xml:space="preserve"> division student information in to the web form and then submitting, which will create a s</w:t>
      </w:r>
      <w:r w:rsidR="00372FB7" w:rsidRPr="003A529D">
        <w:rPr>
          <w:i w:val="0"/>
          <w:color w:val="auto"/>
        </w:rPr>
        <w:t>tudent in the data</w:t>
      </w:r>
      <w:r w:rsidRPr="003A529D">
        <w:rPr>
          <w:i w:val="0"/>
          <w:color w:val="auto"/>
        </w:rPr>
        <w:t xml:space="preserve">base. </w:t>
      </w:r>
      <w:r w:rsidR="00372FB7" w:rsidRPr="003A529D">
        <w:rPr>
          <w:i w:val="0"/>
          <w:color w:val="auto"/>
        </w:rPr>
        <w:t>All required field of the form must be correctly filled out to submit and create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77777777" w:rsidR="00A31EEB" w:rsidRPr="003A529D" w:rsidRDefault="00372FB7" w:rsidP="003A529D">
      <w:pPr>
        <w:pStyle w:val="InfoBlue"/>
        <w:rPr>
          <w:i w:val="0"/>
          <w:color w:val="auto"/>
        </w:rPr>
      </w:pPr>
      <w:r w:rsidRPr="003A529D">
        <w:rPr>
          <w:i w:val="0"/>
          <w:color w:val="auto"/>
        </w:rPr>
        <w:t>If all required fields of the form are not complete an error message will pop up to request advisor to complete required fields and resubmit the form. Once completed and submitted student will be created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3A529D" w:rsidRDefault="003A529D">
      <w:pPr>
        <w:spacing w:line="240" w:lineRule="auto"/>
      </w:pPr>
      <w:r>
        <w:separator/>
      </w:r>
    </w:p>
  </w:endnote>
  <w:endnote w:type="continuationSeparator" w:id="0">
    <w:p w14:paraId="01660383" w14:textId="77777777" w:rsidR="003A529D" w:rsidRDefault="003A5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A529D" w14:paraId="2E077D43" w14:textId="77777777">
      <w:tc>
        <w:tcPr>
          <w:tcW w:w="3162" w:type="dxa"/>
          <w:tcBorders>
            <w:top w:val="nil"/>
            <w:left w:val="nil"/>
            <w:bottom w:val="nil"/>
            <w:right w:val="nil"/>
          </w:tcBorders>
        </w:tcPr>
        <w:p w14:paraId="5CB6B2C5" w14:textId="77777777" w:rsidR="003A529D" w:rsidRDefault="003A529D">
          <w:pPr>
            <w:ind w:right="360"/>
            <w:rPr>
              <w:sz w:val="24"/>
            </w:rPr>
          </w:pPr>
          <w:r>
            <w:t>Confidential</w:t>
          </w:r>
        </w:p>
      </w:tc>
      <w:tc>
        <w:tcPr>
          <w:tcW w:w="3162" w:type="dxa"/>
          <w:tcBorders>
            <w:top w:val="nil"/>
            <w:left w:val="nil"/>
            <w:bottom w:val="nil"/>
            <w:right w:val="nil"/>
          </w:tcBorders>
        </w:tcPr>
        <w:p w14:paraId="67F523A1" w14:textId="77777777" w:rsidR="003A529D" w:rsidRDefault="003A529D"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3A529D" w:rsidRDefault="003A529D">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FC46C2">
            <w:rPr>
              <w:rStyle w:val="PageNumber"/>
              <w:noProof/>
            </w:rPr>
            <w:t>4</w:t>
          </w:r>
          <w:r>
            <w:rPr>
              <w:rStyle w:val="PageNumber"/>
            </w:rPr>
            <w:fldChar w:fldCharType="end"/>
          </w:r>
        </w:p>
      </w:tc>
    </w:tr>
  </w:tbl>
  <w:p w14:paraId="705D5199" w14:textId="77777777" w:rsidR="003A529D" w:rsidRDefault="003A52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3A529D" w:rsidRDefault="003A529D">
      <w:pPr>
        <w:spacing w:line="240" w:lineRule="auto"/>
      </w:pPr>
      <w:r>
        <w:separator/>
      </w:r>
    </w:p>
  </w:footnote>
  <w:footnote w:type="continuationSeparator" w:id="0">
    <w:p w14:paraId="71644F1D" w14:textId="77777777" w:rsidR="003A529D" w:rsidRDefault="003A529D">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3A529D" w:rsidRDefault="003A529D">
    <w:pPr>
      <w:rPr>
        <w:sz w:val="24"/>
      </w:rPr>
    </w:pPr>
  </w:p>
  <w:p w14:paraId="6E506893" w14:textId="77777777" w:rsidR="003A529D" w:rsidRDefault="003A529D">
    <w:pPr>
      <w:pBdr>
        <w:top w:val="single" w:sz="6" w:space="1" w:color="auto"/>
      </w:pBdr>
      <w:rPr>
        <w:sz w:val="24"/>
      </w:rPr>
    </w:pPr>
  </w:p>
  <w:p w14:paraId="1DC8BC5A" w14:textId="77777777" w:rsidR="003A529D" w:rsidRDefault="003A529D">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3A529D" w:rsidRDefault="003A529D">
    <w:pPr>
      <w:pBdr>
        <w:bottom w:val="single" w:sz="6" w:space="1" w:color="auto"/>
      </w:pBdr>
      <w:jc w:val="right"/>
      <w:rPr>
        <w:sz w:val="24"/>
      </w:rPr>
    </w:pPr>
  </w:p>
  <w:p w14:paraId="30BF6E6A" w14:textId="77777777" w:rsidR="003A529D" w:rsidRDefault="003A52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A529D" w14:paraId="1D9BDC81" w14:textId="77777777">
      <w:tc>
        <w:tcPr>
          <w:tcW w:w="6379" w:type="dxa"/>
        </w:tcPr>
        <w:p w14:paraId="64CD93D0" w14:textId="77777777" w:rsidR="003A529D" w:rsidRDefault="003A529D">
          <w:r>
            <w:t>SONAR</w:t>
          </w:r>
        </w:p>
      </w:tc>
      <w:tc>
        <w:tcPr>
          <w:tcW w:w="3179" w:type="dxa"/>
        </w:tcPr>
        <w:p w14:paraId="3DAC7F49" w14:textId="77777777" w:rsidR="003A529D" w:rsidRDefault="003A529D">
          <w:pPr>
            <w:tabs>
              <w:tab w:val="left" w:pos="1135"/>
            </w:tabs>
            <w:spacing w:before="40"/>
            <w:ind w:right="68"/>
          </w:pPr>
          <w:r>
            <w:t xml:space="preserve">  Version:          1.0</w:t>
          </w:r>
        </w:p>
      </w:tc>
    </w:tr>
    <w:tr w:rsidR="003A529D" w14:paraId="486A40C6" w14:textId="77777777">
      <w:tc>
        <w:tcPr>
          <w:tcW w:w="6379" w:type="dxa"/>
        </w:tcPr>
        <w:p w14:paraId="7F66F130" w14:textId="3D45AD35" w:rsidR="003A529D" w:rsidRDefault="003A529D" w:rsidP="00940074">
          <w:fldSimple w:instr="title  \* Mergeformat ">
            <w:r>
              <w:t>Use Case Specification: Crea</w:t>
            </w:r>
            <w:r w:rsidR="00FC46C2">
              <w:t>te Lower</w:t>
            </w:r>
            <w:r>
              <w:t xml:space="preserve"> Division Student</w:t>
            </w:r>
          </w:fldSimple>
        </w:p>
      </w:tc>
      <w:tc>
        <w:tcPr>
          <w:tcW w:w="3179" w:type="dxa"/>
        </w:tcPr>
        <w:p w14:paraId="2B3FC4B6" w14:textId="77777777" w:rsidR="003A529D" w:rsidRDefault="003A529D">
          <w:r>
            <w:t xml:space="preserve">  Date:  19/Oct/16</w:t>
          </w:r>
        </w:p>
      </w:tc>
    </w:tr>
    <w:tr w:rsidR="003A529D" w14:paraId="57AD753A" w14:textId="77777777">
      <w:tc>
        <w:tcPr>
          <w:tcW w:w="9558" w:type="dxa"/>
          <w:gridSpan w:val="2"/>
        </w:tcPr>
        <w:p w14:paraId="2F43D0C9" w14:textId="77777777" w:rsidR="003A529D" w:rsidRDefault="003A529D" w:rsidP="00F045AB">
          <w:r>
            <w:t>UC37</w:t>
          </w:r>
        </w:p>
      </w:tc>
    </w:tr>
  </w:tbl>
  <w:p w14:paraId="3477137A" w14:textId="77777777" w:rsidR="003A529D" w:rsidRDefault="003A52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74585"/>
    <w:rsid w:val="00091F2F"/>
    <w:rsid w:val="000D293C"/>
    <w:rsid w:val="00190CFC"/>
    <w:rsid w:val="00210C48"/>
    <w:rsid w:val="00372FB7"/>
    <w:rsid w:val="003A529D"/>
    <w:rsid w:val="003E18FF"/>
    <w:rsid w:val="005E00B6"/>
    <w:rsid w:val="00603FBD"/>
    <w:rsid w:val="00757329"/>
    <w:rsid w:val="00940074"/>
    <w:rsid w:val="00A31EEB"/>
    <w:rsid w:val="00AE19B8"/>
    <w:rsid w:val="00C57A79"/>
    <w:rsid w:val="00CA0558"/>
    <w:rsid w:val="00D05E4C"/>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3</TotalTime>
  <Pages>5</Pages>
  <Words>371</Words>
  <Characters>2118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3</cp:revision>
  <cp:lastPrinted>1901-01-01T06:00:00Z</cp:lastPrinted>
  <dcterms:created xsi:type="dcterms:W3CDTF">2016-10-19T15:01:00Z</dcterms:created>
  <dcterms:modified xsi:type="dcterms:W3CDTF">2016-10-19T15:04:00Z</dcterms:modified>
</cp:coreProperties>
</file>